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6" w:type="dxa"/>
        <w:tblLayout w:type="fixed"/>
        <w:tblLook w:val="0000"/>
      </w:tblPr>
      <w:tblGrid>
        <w:gridCol w:w="446"/>
        <w:gridCol w:w="6480"/>
        <w:gridCol w:w="22"/>
        <w:gridCol w:w="1958"/>
      </w:tblGrid>
      <w:tr w:rsidR="00B17D29" w:rsidRPr="00D010D9" w:rsidTr="000C5F3B">
        <w:trPr>
          <w:cantSplit/>
          <w:trHeight w:val="1530"/>
        </w:trPr>
        <w:tc>
          <w:tcPr>
            <w:tcW w:w="8906" w:type="dxa"/>
            <w:gridSpan w:val="4"/>
            <w:tcBorders>
              <w:bottom w:val="single" w:sz="2" w:space="0" w:color="999999"/>
            </w:tcBorders>
          </w:tcPr>
          <w:p w:rsidR="00B17D29" w:rsidRPr="000C5F3B" w:rsidRDefault="000C5F3B" w:rsidP="000C5F3B">
            <w:pPr>
              <w:pStyle w:val="ContactInformation"/>
              <w:spacing w:line="240" w:lineRule="auto"/>
              <w:jc w:val="center"/>
              <w:rPr>
                <w:sz w:val="32"/>
              </w:rPr>
            </w:pPr>
            <w:r w:rsidRPr="000C5F3B">
              <w:rPr>
                <w:sz w:val="32"/>
              </w:rPr>
              <w:t>C.J York</w:t>
            </w:r>
          </w:p>
          <w:p w:rsidR="00B17D29" w:rsidRPr="000C5F3B" w:rsidRDefault="000C5F3B" w:rsidP="000C5F3B">
            <w:pPr>
              <w:pStyle w:val="ContactInformation"/>
              <w:spacing w:line="240" w:lineRule="auto"/>
              <w:jc w:val="center"/>
              <w:rPr>
                <w:sz w:val="22"/>
              </w:rPr>
            </w:pPr>
            <w:r w:rsidRPr="000C5F3B">
              <w:rPr>
                <w:sz w:val="22"/>
              </w:rPr>
              <w:t>360 Puma Lane</w:t>
            </w:r>
          </w:p>
          <w:p w:rsidR="000C5F3B" w:rsidRPr="000C5F3B" w:rsidRDefault="000C5F3B" w:rsidP="000C5F3B">
            <w:pPr>
              <w:pStyle w:val="ContactInformation"/>
              <w:spacing w:line="240" w:lineRule="auto"/>
              <w:jc w:val="center"/>
              <w:rPr>
                <w:sz w:val="22"/>
              </w:rPr>
            </w:pPr>
            <w:r w:rsidRPr="000C5F3B">
              <w:rPr>
                <w:sz w:val="22"/>
              </w:rPr>
              <w:t>Milliken, CO 80543</w:t>
            </w:r>
          </w:p>
          <w:p w:rsidR="000C5F3B" w:rsidRPr="000C5F3B" w:rsidRDefault="000C5F3B" w:rsidP="000C5F3B">
            <w:pPr>
              <w:pStyle w:val="ContactInformation"/>
              <w:spacing w:line="240" w:lineRule="auto"/>
              <w:jc w:val="center"/>
              <w:rPr>
                <w:sz w:val="20"/>
              </w:rPr>
            </w:pPr>
            <w:r w:rsidRPr="000C5F3B">
              <w:rPr>
                <w:sz w:val="20"/>
              </w:rPr>
              <w:t>970-590-0142</w:t>
            </w:r>
          </w:p>
          <w:p w:rsidR="00624901" w:rsidRPr="00D010D9" w:rsidRDefault="000C5F3B" w:rsidP="000C5F3B">
            <w:pPr>
              <w:pStyle w:val="ContactInformation"/>
              <w:spacing w:line="240" w:lineRule="auto"/>
              <w:jc w:val="center"/>
            </w:pPr>
            <w:r w:rsidRPr="000C5F3B">
              <w:rPr>
                <w:sz w:val="20"/>
              </w:rPr>
              <w:t>wrestler2011@aol.com</w:t>
            </w:r>
          </w:p>
        </w:tc>
      </w:tr>
      <w:tr w:rsidR="00B17D29" w:rsidRPr="00D010D9">
        <w:trPr>
          <w:cantSplit/>
          <w:trHeight w:val="80"/>
        </w:trPr>
        <w:tc>
          <w:tcPr>
            <w:tcW w:w="8906" w:type="dxa"/>
            <w:gridSpan w:val="4"/>
            <w:tcBorders>
              <w:top w:val="single" w:sz="2" w:space="0" w:color="999999"/>
              <w:bottom w:val="single" w:sz="2" w:space="0" w:color="999999"/>
            </w:tcBorders>
          </w:tcPr>
          <w:p w:rsidR="00B17D29" w:rsidRDefault="000C5F3B" w:rsidP="00534EF0">
            <w:pPr>
              <w:pStyle w:val="Heading1"/>
            </w:pPr>
            <w:r>
              <w:t>EDUCATIONAL GOAL</w:t>
            </w:r>
          </w:p>
        </w:tc>
      </w:tr>
      <w:tr w:rsidR="00D010D9" w:rsidRPr="00D010D9">
        <w:trPr>
          <w:cantSplit/>
          <w:trHeight w:val="217"/>
        </w:trPr>
        <w:tc>
          <w:tcPr>
            <w:tcW w:w="446" w:type="dxa"/>
            <w:tcBorders>
              <w:top w:val="single" w:sz="2" w:space="0" w:color="999999"/>
              <w:bottom w:val="single" w:sz="2" w:space="0" w:color="999999"/>
            </w:tcBorders>
          </w:tcPr>
          <w:p w:rsidR="00D010D9" w:rsidRDefault="00D010D9" w:rsidP="00D010D9"/>
        </w:tc>
        <w:tc>
          <w:tcPr>
            <w:tcW w:w="8460" w:type="dxa"/>
            <w:gridSpan w:val="3"/>
            <w:tcBorders>
              <w:top w:val="single" w:sz="2" w:space="0" w:color="999999"/>
              <w:bottom w:val="single" w:sz="2" w:space="0" w:color="999999"/>
            </w:tcBorders>
          </w:tcPr>
          <w:p w:rsidR="00534EF0" w:rsidRPr="00D010D9" w:rsidRDefault="000C5F3B" w:rsidP="000D2EFE">
            <w:pPr>
              <w:pStyle w:val="bodytext"/>
            </w:pPr>
            <w:r>
              <w:t>To gain admission to Outdoor Recreation and Education degree program at Western State College</w:t>
            </w:r>
          </w:p>
        </w:tc>
      </w:tr>
      <w:tr w:rsidR="00B17D29" w:rsidRPr="00D010D9">
        <w:trPr>
          <w:cantSplit/>
          <w:trHeight w:val="162"/>
        </w:trPr>
        <w:tc>
          <w:tcPr>
            <w:tcW w:w="8906" w:type="dxa"/>
            <w:gridSpan w:val="4"/>
            <w:tcBorders>
              <w:top w:val="single" w:sz="2" w:space="0" w:color="999999"/>
              <w:bottom w:val="single" w:sz="2" w:space="0" w:color="999999"/>
            </w:tcBorders>
          </w:tcPr>
          <w:p w:rsidR="00B17D29" w:rsidRPr="00D010D9" w:rsidRDefault="000C5F3B" w:rsidP="00534EF0">
            <w:pPr>
              <w:pStyle w:val="Heading1"/>
            </w:pPr>
            <w:r>
              <w:t>EDUCATION HISTORY</w:t>
            </w:r>
          </w:p>
        </w:tc>
      </w:tr>
      <w:tr w:rsidR="00D010D9" w:rsidRPr="00D010D9">
        <w:trPr>
          <w:cantSplit/>
          <w:trHeight w:val="772"/>
        </w:trPr>
        <w:tc>
          <w:tcPr>
            <w:tcW w:w="446" w:type="dxa"/>
            <w:tcBorders>
              <w:top w:val="single" w:sz="2" w:space="0" w:color="999999"/>
              <w:bottom w:val="single" w:sz="2" w:space="0" w:color="999999"/>
            </w:tcBorders>
          </w:tcPr>
          <w:p w:rsidR="00D010D9" w:rsidRDefault="00D010D9" w:rsidP="00D010D9"/>
        </w:tc>
        <w:tc>
          <w:tcPr>
            <w:tcW w:w="8460" w:type="dxa"/>
            <w:gridSpan w:val="3"/>
            <w:tcBorders>
              <w:top w:val="single" w:sz="2" w:space="0" w:color="999999"/>
              <w:bottom w:val="single" w:sz="2" w:space="0" w:color="999999"/>
            </w:tcBorders>
          </w:tcPr>
          <w:p w:rsidR="00534EF0" w:rsidRDefault="000C5F3B" w:rsidP="000D2EFE">
            <w:pPr>
              <w:pStyle w:val="bulletedlistlastitem"/>
            </w:pPr>
            <w:r>
              <w:t>Roosevelt High School, Johnstown, CO, Class of 2011</w:t>
            </w:r>
          </w:p>
          <w:p w:rsidR="000C5F3B" w:rsidRDefault="000C5F3B" w:rsidP="000D2EFE">
            <w:pPr>
              <w:pStyle w:val="bulletedlistlastitem"/>
            </w:pPr>
            <w:r>
              <w:t>General Education curriculum (4 English, 3 Math, 3 Natural/Physical Sciences, 3 Social Sciences, 1 World Language, 2 Electives)</w:t>
            </w:r>
          </w:p>
          <w:p w:rsidR="000C5F3B" w:rsidRDefault="000C5F3B" w:rsidP="000D2EFE">
            <w:pPr>
              <w:pStyle w:val="bulletedlistlastitem"/>
            </w:pPr>
            <w:r>
              <w:t>GPA 2.92</w:t>
            </w:r>
          </w:p>
          <w:p w:rsidR="000C5F3B" w:rsidRPr="00D010D9" w:rsidRDefault="000C5F3B" w:rsidP="000D2EFE">
            <w:pPr>
              <w:pStyle w:val="bulletedlistlastitem"/>
            </w:pPr>
            <w:r>
              <w:t>ACT 17</w:t>
            </w:r>
          </w:p>
        </w:tc>
      </w:tr>
      <w:tr w:rsidR="00B17D29" w:rsidRPr="00D010D9">
        <w:trPr>
          <w:cantSplit/>
          <w:trHeight w:val="120"/>
        </w:trPr>
        <w:tc>
          <w:tcPr>
            <w:tcW w:w="8906" w:type="dxa"/>
            <w:gridSpan w:val="4"/>
            <w:tcBorders>
              <w:top w:val="single" w:sz="2" w:space="0" w:color="999999"/>
              <w:bottom w:val="single" w:sz="2" w:space="0" w:color="999999"/>
            </w:tcBorders>
          </w:tcPr>
          <w:p w:rsidR="00B17D29" w:rsidRPr="00D010D9" w:rsidRDefault="000C5F3B" w:rsidP="00534EF0">
            <w:pPr>
              <w:pStyle w:val="Heading1"/>
            </w:pPr>
            <w:r>
              <w:t>School and Community Activities</w:t>
            </w:r>
          </w:p>
        </w:tc>
      </w:tr>
      <w:tr w:rsidR="00534EF0" w:rsidRPr="00D010D9">
        <w:trPr>
          <w:cantSplit/>
          <w:trHeight w:val="80"/>
        </w:trPr>
        <w:tc>
          <w:tcPr>
            <w:tcW w:w="446" w:type="dxa"/>
            <w:vMerge w:val="restart"/>
            <w:tcBorders>
              <w:top w:val="single" w:sz="2" w:space="0" w:color="999999"/>
            </w:tcBorders>
          </w:tcPr>
          <w:p w:rsidR="00534EF0" w:rsidRPr="00D010D9" w:rsidRDefault="00534EF0" w:rsidP="00D010D9"/>
        </w:tc>
        <w:tc>
          <w:tcPr>
            <w:tcW w:w="6480" w:type="dxa"/>
            <w:tcBorders>
              <w:top w:val="single" w:sz="2" w:space="0" w:color="999999"/>
            </w:tcBorders>
          </w:tcPr>
          <w:p w:rsidR="00534EF0" w:rsidRPr="00695A83" w:rsidRDefault="000C5F3B" w:rsidP="00A976CE">
            <w:pPr>
              <w:pStyle w:val="Position"/>
              <w:rPr>
                <w:b w:val="0"/>
              </w:rPr>
            </w:pPr>
            <w:r w:rsidRPr="00695A83">
              <w:rPr>
                <w:b w:val="0"/>
              </w:rPr>
              <w:t>Sports</w:t>
            </w:r>
          </w:p>
        </w:tc>
        <w:tc>
          <w:tcPr>
            <w:tcW w:w="1980" w:type="dxa"/>
            <w:gridSpan w:val="2"/>
            <w:tcBorders>
              <w:top w:val="single" w:sz="2" w:space="0" w:color="999999"/>
            </w:tcBorders>
          </w:tcPr>
          <w:p w:rsidR="00534EF0" w:rsidRPr="00D010D9" w:rsidRDefault="000C5F3B" w:rsidP="00534EF0">
            <w:pPr>
              <w:pStyle w:val="Dates"/>
            </w:pPr>
            <w:r>
              <w:t>2007-2011</w:t>
            </w:r>
          </w:p>
        </w:tc>
      </w:tr>
      <w:tr w:rsidR="00534EF0" w:rsidRPr="00D010D9">
        <w:trPr>
          <w:cantSplit/>
          <w:trHeight w:val="652"/>
        </w:trPr>
        <w:tc>
          <w:tcPr>
            <w:tcW w:w="446" w:type="dxa"/>
            <w:vMerge/>
          </w:tcPr>
          <w:p w:rsidR="00534EF0" w:rsidRPr="00D010D9" w:rsidRDefault="00534EF0" w:rsidP="00D010D9"/>
        </w:tc>
        <w:tc>
          <w:tcPr>
            <w:tcW w:w="8460" w:type="dxa"/>
            <w:gridSpan w:val="3"/>
          </w:tcPr>
          <w:p w:rsidR="000C5F3B" w:rsidRDefault="000C5F3B" w:rsidP="000C0974">
            <w:pPr>
              <w:pStyle w:val="bulletedlist"/>
            </w:pPr>
            <w:r>
              <w:t xml:space="preserve">Wrestling </w:t>
            </w:r>
          </w:p>
          <w:p w:rsidR="00534EF0" w:rsidRDefault="000C5F3B" w:rsidP="000C5F3B">
            <w:pPr>
              <w:pStyle w:val="bulletedlist"/>
              <w:numPr>
                <w:ilvl w:val="1"/>
                <w:numId w:val="7"/>
              </w:numPr>
            </w:pPr>
            <w:r>
              <w:t>Varsity freshman, sophomore, junior and senior years</w:t>
            </w:r>
          </w:p>
          <w:p w:rsidR="000C5F3B" w:rsidRDefault="000C5F3B" w:rsidP="000C5F3B">
            <w:pPr>
              <w:pStyle w:val="bulletedlist"/>
              <w:numPr>
                <w:ilvl w:val="1"/>
                <w:numId w:val="7"/>
              </w:numPr>
            </w:pPr>
            <w:r>
              <w:t>State placer freshman, sophomore and junior years</w:t>
            </w:r>
          </w:p>
          <w:p w:rsidR="000C5F3B" w:rsidRDefault="000C5F3B" w:rsidP="000C5F3B">
            <w:pPr>
              <w:pStyle w:val="bulletedlist"/>
              <w:numPr>
                <w:ilvl w:val="1"/>
                <w:numId w:val="7"/>
              </w:numPr>
            </w:pPr>
            <w:r>
              <w:t>All-Conference freshman, sophomore and junior years</w:t>
            </w:r>
          </w:p>
          <w:p w:rsidR="000C5F3B" w:rsidRDefault="000C5F3B" w:rsidP="000C5F3B">
            <w:pPr>
              <w:pStyle w:val="bulletedlist"/>
            </w:pPr>
            <w:r>
              <w:t>Baseball</w:t>
            </w:r>
          </w:p>
          <w:p w:rsidR="000C5F3B" w:rsidRDefault="000C5F3B" w:rsidP="000C5F3B">
            <w:pPr>
              <w:pStyle w:val="bulletedlist"/>
              <w:numPr>
                <w:ilvl w:val="1"/>
                <w:numId w:val="7"/>
              </w:numPr>
            </w:pPr>
            <w:r>
              <w:t>Varsity freshman year; junior varsity sophomore year</w:t>
            </w:r>
          </w:p>
          <w:p w:rsidR="000C5F3B" w:rsidRDefault="000C5F3B" w:rsidP="000C5F3B">
            <w:pPr>
              <w:pStyle w:val="bulletedlist"/>
            </w:pPr>
            <w:r>
              <w:t>Golf</w:t>
            </w:r>
          </w:p>
          <w:p w:rsidR="000C5F3B" w:rsidRDefault="000C5F3B" w:rsidP="000C5F3B">
            <w:pPr>
              <w:pStyle w:val="bulletedlist"/>
              <w:numPr>
                <w:ilvl w:val="1"/>
                <w:numId w:val="7"/>
              </w:numPr>
            </w:pPr>
            <w:r>
              <w:t>Junior varsity freshman year</w:t>
            </w:r>
          </w:p>
          <w:p w:rsidR="000C5F3B" w:rsidRDefault="000C5F3B" w:rsidP="000C5F3B">
            <w:pPr>
              <w:pStyle w:val="bulletedlist"/>
            </w:pPr>
            <w:r>
              <w:t>Track</w:t>
            </w:r>
          </w:p>
          <w:p w:rsidR="000C5F3B" w:rsidRDefault="000C5F3B" w:rsidP="00695A83">
            <w:pPr>
              <w:pStyle w:val="bulletedlist"/>
              <w:numPr>
                <w:ilvl w:val="1"/>
                <w:numId w:val="7"/>
              </w:numPr>
            </w:pPr>
            <w:r>
              <w:t>Varsity junior year</w:t>
            </w:r>
          </w:p>
          <w:p w:rsidR="00695A83" w:rsidRPr="00D010D9" w:rsidRDefault="00695A83" w:rsidP="00695A83">
            <w:pPr>
              <w:pStyle w:val="bulletedlist"/>
            </w:pPr>
            <w:r>
              <w:t>Future Farmers of America (FFA)</w:t>
            </w:r>
          </w:p>
        </w:tc>
      </w:tr>
      <w:tr w:rsidR="00695A83" w:rsidRPr="00D010D9">
        <w:trPr>
          <w:cantSplit/>
          <w:trHeight w:val="218"/>
        </w:trPr>
        <w:tc>
          <w:tcPr>
            <w:tcW w:w="8906" w:type="dxa"/>
            <w:gridSpan w:val="4"/>
            <w:tcBorders>
              <w:top w:val="single" w:sz="2" w:space="0" w:color="999999"/>
              <w:bottom w:val="single" w:sz="2" w:space="0" w:color="999999"/>
            </w:tcBorders>
          </w:tcPr>
          <w:p w:rsidR="00695A83" w:rsidRPr="00D010D9" w:rsidRDefault="00695A83" w:rsidP="00534EF0">
            <w:pPr>
              <w:pStyle w:val="Heading1"/>
            </w:pPr>
            <w:r>
              <w:t>Work Experience</w:t>
            </w:r>
          </w:p>
        </w:tc>
      </w:tr>
      <w:tr w:rsidR="00695A83" w:rsidRPr="00D010D9">
        <w:trPr>
          <w:cantSplit/>
          <w:trHeight w:val="218"/>
        </w:trPr>
        <w:tc>
          <w:tcPr>
            <w:tcW w:w="446" w:type="dxa"/>
            <w:vMerge w:val="restart"/>
            <w:tcBorders>
              <w:top w:val="single" w:sz="2" w:space="0" w:color="999999"/>
            </w:tcBorders>
          </w:tcPr>
          <w:p w:rsidR="00695A83" w:rsidRPr="00D010D9" w:rsidRDefault="00695A83" w:rsidP="00D010D9"/>
        </w:tc>
        <w:tc>
          <w:tcPr>
            <w:tcW w:w="6502" w:type="dxa"/>
            <w:gridSpan w:val="2"/>
            <w:tcBorders>
              <w:top w:val="single" w:sz="2" w:space="0" w:color="999999"/>
            </w:tcBorders>
          </w:tcPr>
          <w:p w:rsidR="00695A83" w:rsidRPr="00695A83" w:rsidRDefault="00695A83" w:rsidP="00A976CE">
            <w:pPr>
              <w:pStyle w:val="Position"/>
              <w:rPr>
                <w:b w:val="0"/>
              </w:rPr>
            </w:pPr>
            <w:r w:rsidRPr="00695A83">
              <w:rPr>
                <w:b w:val="0"/>
              </w:rPr>
              <w:t>Hankins Farm</w:t>
            </w:r>
          </w:p>
        </w:tc>
        <w:tc>
          <w:tcPr>
            <w:tcW w:w="1958" w:type="dxa"/>
            <w:tcBorders>
              <w:top w:val="single" w:sz="2" w:space="0" w:color="999999"/>
            </w:tcBorders>
            <w:shd w:val="clear" w:color="auto" w:fill="auto"/>
          </w:tcPr>
          <w:p w:rsidR="00695A83" w:rsidRPr="00D010D9" w:rsidRDefault="00695A83" w:rsidP="00A976CE">
            <w:pPr>
              <w:pStyle w:val="Dates"/>
            </w:pPr>
            <w:r>
              <w:t>Summers 2008-2010</w:t>
            </w:r>
          </w:p>
        </w:tc>
      </w:tr>
      <w:tr w:rsidR="00695A83" w:rsidRPr="00D010D9">
        <w:trPr>
          <w:cantSplit/>
          <w:trHeight w:val="217"/>
        </w:trPr>
        <w:tc>
          <w:tcPr>
            <w:tcW w:w="446" w:type="dxa"/>
            <w:vMerge/>
          </w:tcPr>
          <w:p w:rsidR="00695A83" w:rsidRPr="00D010D9" w:rsidRDefault="00695A83" w:rsidP="00D010D9"/>
        </w:tc>
        <w:tc>
          <w:tcPr>
            <w:tcW w:w="8460" w:type="dxa"/>
            <w:gridSpan w:val="3"/>
          </w:tcPr>
          <w:p w:rsidR="00695A83" w:rsidRDefault="00695A83" w:rsidP="00695A83">
            <w:pPr>
              <w:pStyle w:val="bulletedlist"/>
            </w:pPr>
            <w:r>
              <w:t>Skills and Work Duties</w:t>
            </w:r>
          </w:p>
          <w:p w:rsidR="00695A83" w:rsidRDefault="00695A83" w:rsidP="00695A83">
            <w:pPr>
              <w:pStyle w:val="bulletedlist"/>
              <w:numPr>
                <w:ilvl w:val="1"/>
                <w:numId w:val="7"/>
              </w:numPr>
            </w:pPr>
            <w:r>
              <w:t>Planting seed</w:t>
            </w:r>
          </w:p>
          <w:p w:rsidR="00695A83" w:rsidRDefault="00695A83" w:rsidP="00695A83">
            <w:pPr>
              <w:pStyle w:val="bulletedlist"/>
              <w:numPr>
                <w:ilvl w:val="1"/>
                <w:numId w:val="7"/>
              </w:numPr>
            </w:pPr>
            <w:r>
              <w:t>Disc fields</w:t>
            </w:r>
          </w:p>
          <w:p w:rsidR="00695A83" w:rsidRDefault="00695A83" w:rsidP="00695A83">
            <w:pPr>
              <w:pStyle w:val="bulletedlist"/>
              <w:numPr>
                <w:ilvl w:val="1"/>
                <w:numId w:val="7"/>
              </w:numPr>
            </w:pPr>
            <w:r>
              <w:t>Maintain farm equipment, including welding</w:t>
            </w:r>
          </w:p>
          <w:p w:rsidR="00695A83" w:rsidRDefault="00695A83" w:rsidP="00695A83">
            <w:pPr>
              <w:pStyle w:val="bulletedlist"/>
              <w:numPr>
                <w:ilvl w:val="1"/>
                <w:numId w:val="7"/>
              </w:numPr>
            </w:pPr>
            <w:r>
              <w:t>Haul hay</w:t>
            </w:r>
          </w:p>
          <w:p w:rsidR="00695A83" w:rsidRPr="00D010D9" w:rsidRDefault="00695A83" w:rsidP="00D010D9"/>
        </w:tc>
      </w:tr>
    </w:tbl>
    <w:p w:rsidR="00B17D29" w:rsidRPr="00D010D9" w:rsidRDefault="00B17D29" w:rsidP="00D010D9"/>
    <w:sectPr w:rsidR="00B17D29" w:rsidRPr="00D010D9" w:rsidSect="000C661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7742C"/>
    <w:multiLevelType w:val="hybridMultilevel"/>
    <w:tmpl w:val="03927652"/>
    <w:lvl w:ilvl="0" w:tplc="8BAA88BE">
      <w:start w:val="1"/>
      <w:numFmt w:val="bullet"/>
      <w:lvlText w:val=""/>
      <w:lvlJc w:val="left"/>
      <w:pPr>
        <w:tabs>
          <w:tab w:val="num" w:pos="864"/>
        </w:tabs>
        <w:ind w:left="864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cs="Times New Roman" w:hint="default"/>
      </w:rPr>
    </w:lvl>
  </w:abstractNum>
  <w:abstractNum w:abstractNumId="1">
    <w:nsid w:val="2E4416E5"/>
    <w:multiLevelType w:val="hybridMultilevel"/>
    <w:tmpl w:val="22BCDA6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2CE5FC8"/>
    <w:multiLevelType w:val="hybridMultilevel"/>
    <w:tmpl w:val="803860D4"/>
    <w:lvl w:ilvl="0" w:tplc="371A4BA0">
      <w:start w:val="1"/>
      <w:numFmt w:val="bullet"/>
      <w:pStyle w:val="bulletedlis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99999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412FF0"/>
    <w:multiLevelType w:val="hybridMultilevel"/>
    <w:tmpl w:val="86443E70"/>
    <w:lvl w:ilvl="0" w:tplc="8BAA88BE">
      <w:start w:val="1"/>
      <w:numFmt w:val="bullet"/>
      <w:lvlText w:val=""/>
      <w:lvlJc w:val="left"/>
      <w:pPr>
        <w:tabs>
          <w:tab w:val="num" w:pos="864"/>
        </w:tabs>
        <w:ind w:left="864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cs="Times New Roman" w:hint="default"/>
      </w:rPr>
    </w:lvl>
  </w:abstractNum>
  <w:abstractNum w:abstractNumId="4">
    <w:nsid w:val="644E4AD9"/>
    <w:multiLevelType w:val="hybridMultilevel"/>
    <w:tmpl w:val="66E49BBC"/>
    <w:lvl w:ilvl="0" w:tplc="8BAA88BE">
      <w:start w:val="1"/>
      <w:numFmt w:val="bullet"/>
      <w:lvlText w:val=""/>
      <w:lvlJc w:val="left"/>
      <w:pPr>
        <w:tabs>
          <w:tab w:val="num" w:pos="864"/>
        </w:tabs>
        <w:ind w:left="864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cs="Times New Roman" w:hint="default"/>
      </w:rPr>
    </w:lvl>
  </w:abstractNum>
  <w:abstractNum w:abstractNumId="5">
    <w:nsid w:val="66CF5F41"/>
    <w:multiLevelType w:val="hybridMultilevel"/>
    <w:tmpl w:val="F22E98B0"/>
    <w:lvl w:ilvl="0" w:tplc="8BAA88BE">
      <w:start w:val="1"/>
      <w:numFmt w:val="bullet"/>
      <w:lvlText w:val=""/>
      <w:lvlJc w:val="left"/>
      <w:pPr>
        <w:tabs>
          <w:tab w:val="num" w:pos="864"/>
        </w:tabs>
        <w:ind w:left="864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cs="Times New Roman" w:hint="default"/>
      </w:rPr>
    </w:lvl>
  </w:abstractNum>
  <w:abstractNum w:abstractNumId="6">
    <w:nsid w:val="7714190B"/>
    <w:multiLevelType w:val="hybridMultilevel"/>
    <w:tmpl w:val="DFDED554"/>
    <w:lvl w:ilvl="0" w:tplc="8BAA88BE">
      <w:start w:val="1"/>
      <w:numFmt w:val="bullet"/>
      <w:lvlText w:val=""/>
      <w:lvlJc w:val="left"/>
      <w:pPr>
        <w:tabs>
          <w:tab w:val="num" w:pos="864"/>
        </w:tabs>
        <w:ind w:left="864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cs="Times New Roman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compat/>
  <w:rsids>
    <w:rsidRoot w:val="000C5F3B"/>
    <w:rsid w:val="000C0974"/>
    <w:rsid w:val="000C1B3A"/>
    <w:rsid w:val="000C5F3B"/>
    <w:rsid w:val="000C6610"/>
    <w:rsid w:val="000D2EFE"/>
    <w:rsid w:val="002644E8"/>
    <w:rsid w:val="00483A4E"/>
    <w:rsid w:val="00534EF0"/>
    <w:rsid w:val="00624901"/>
    <w:rsid w:val="00695A83"/>
    <w:rsid w:val="00717C3D"/>
    <w:rsid w:val="0073189C"/>
    <w:rsid w:val="00775413"/>
    <w:rsid w:val="007C53C6"/>
    <w:rsid w:val="00911485"/>
    <w:rsid w:val="00A976CE"/>
    <w:rsid w:val="00B17D29"/>
    <w:rsid w:val="00B51F14"/>
    <w:rsid w:val="00B949B7"/>
    <w:rsid w:val="00D01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4EF0"/>
    <w:pPr>
      <w:spacing w:line="220" w:lineRule="exact"/>
    </w:pPr>
    <w:rPr>
      <w:rFonts w:ascii="Tahoma" w:hAnsi="Tahoma"/>
      <w:spacing w:val="10"/>
      <w:sz w:val="16"/>
      <w:szCs w:val="16"/>
    </w:rPr>
  </w:style>
  <w:style w:type="paragraph" w:styleId="Heading1">
    <w:name w:val="heading 1"/>
    <w:basedOn w:val="Normal"/>
    <w:next w:val="Normal"/>
    <w:qFormat/>
    <w:rsid w:val="00534EF0"/>
    <w:pPr>
      <w:spacing w:before="80" w:after="60"/>
      <w:outlineLvl w:val="0"/>
    </w:pPr>
    <w:rPr>
      <w:caps/>
    </w:rPr>
  </w:style>
  <w:style w:type="paragraph" w:styleId="Heading2">
    <w:name w:val="heading 2"/>
    <w:basedOn w:val="Heading1"/>
    <w:next w:val="Normal"/>
    <w:qFormat/>
    <w:rsid w:val="00534EF0"/>
    <w:pPr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010D9"/>
    <w:rPr>
      <w:rFonts w:cs="Tahoma"/>
    </w:rPr>
  </w:style>
  <w:style w:type="paragraph" w:customStyle="1" w:styleId="ContactInformation">
    <w:name w:val="Contact Information"/>
    <w:basedOn w:val="Normal"/>
    <w:rsid w:val="00911485"/>
    <w:pPr>
      <w:spacing w:line="240" w:lineRule="exact"/>
    </w:pPr>
    <w:rPr>
      <w:szCs w:val="20"/>
    </w:rPr>
  </w:style>
  <w:style w:type="paragraph" w:customStyle="1" w:styleId="bodytext">
    <w:name w:val="body text"/>
    <w:basedOn w:val="Normal"/>
    <w:rsid w:val="000D2EFE"/>
    <w:pPr>
      <w:spacing w:before="60" w:after="160"/>
    </w:pPr>
  </w:style>
  <w:style w:type="paragraph" w:customStyle="1" w:styleId="bulletedlist">
    <w:name w:val="bulleted list"/>
    <w:basedOn w:val="bodytext"/>
    <w:rsid w:val="00534EF0"/>
    <w:pPr>
      <w:numPr>
        <w:numId w:val="7"/>
      </w:numPr>
      <w:spacing w:after="60"/>
    </w:pPr>
  </w:style>
  <w:style w:type="paragraph" w:customStyle="1" w:styleId="Dates">
    <w:name w:val="Dates"/>
    <w:basedOn w:val="Normal"/>
    <w:rsid w:val="00A976CE"/>
    <w:pPr>
      <w:spacing w:before="60"/>
      <w:jc w:val="right"/>
    </w:pPr>
  </w:style>
  <w:style w:type="paragraph" w:customStyle="1" w:styleId="Position">
    <w:name w:val="Position"/>
    <w:basedOn w:val="Normal"/>
    <w:rsid w:val="00A976CE"/>
    <w:pPr>
      <w:spacing w:before="60"/>
    </w:pPr>
    <w:rPr>
      <w:b/>
    </w:rPr>
  </w:style>
  <w:style w:type="paragraph" w:customStyle="1" w:styleId="Location">
    <w:name w:val="Location"/>
    <w:basedOn w:val="Normal"/>
    <w:link w:val="LocationCharChar"/>
    <w:rsid w:val="000C0974"/>
    <w:rPr>
      <w:i/>
    </w:rPr>
  </w:style>
  <w:style w:type="character" w:customStyle="1" w:styleId="LocationCharChar">
    <w:name w:val="Location Char Char"/>
    <w:basedOn w:val="DefaultParagraphFont"/>
    <w:link w:val="Location"/>
    <w:rsid w:val="000C0974"/>
    <w:rPr>
      <w:rFonts w:ascii="Tahoma" w:hAnsi="Tahoma"/>
      <w:i/>
      <w:spacing w:val="10"/>
      <w:sz w:val="16"/>
      <w:szCs w:val="16"/>
      <w:lang w:val="en-US" w:eastAsia="en-US" w:bidi="ar-SA"/>
    </w:rPr>
  </w:style>
  <w:style w:type="paragraph" w:customStyle="1" w:styleId="e-mailaddress">
    <w:name w:val="e-mail address"/>
    <w:basedOn w:val="Normal"/>
    <w:rsid w:val="00911485"/>
    <w:pPr>
      <w:spacing w:after="200" w:line="240" w:lineRule="exact"/>
    </w:pPr>
    <w:rPr>
      <w:szCs w:val="20"/>
    </w:rPr>
  </w:style>
  <w:style w:type="paragraph" w:customStyle="1" w:styleId="bulletedlistlastitem">
    <w:name w:val="bulleted list last item"/>
    <w:basedOn w:val="bulletedlist"/>
    <w:rsid w:val="000D2EFE"/>
    <w:pPr>
      <w:spacing w:after="20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eanie.york\Application%20Data\Microsoft\Templates\TP03000414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Props1.xml><?xml version="1.0" encoding="utf-8"?>
<ds:datastoreItem xmlns:ds="http://schemas.openxmlformats.org/officeDocument/2006/customXml" ds:itemID="{04A0217C-D616-4F75-88FC-F35CC6740E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8F3109-A761-4EBA-91C5-5F80A94B51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2CD736-CBF6-4691-9B5C-1FC670EB3BE4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TP030004143.dotx</Template>
  <TotalTime>17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UNC</dc:creator>
  <cp:keywords/>
  <dc:description/>
  <cp:lastModifiedBy>UNC</cp:lastModifiedBy>
  <cp:revision>1</cp:revision>
  <cp:lastPrinted>2010-11-19T03:14:00Z</cp:lastPrinted>
  <dcterms:created xsi:type="dcterms:W3CDTF">2010-11-19T02:57:00Z</dcterms:created>
  <dcterms:modified xsi:type="dcterms:W3CDTF">2010-11-19T03:14:00Z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TC300041439990</vt:lpwstr>
  </property>
</Properties>
</file>